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EB659E" w:rsidRDefault="009D5F17" w:rsidP="00EB659E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 Zadávací dokumentace – T</w:t>
      </w:r>
      <w:r w:rsidR="00EB659E" w:rsidRPr="00EB659E">
        <w:rPr>
          <w:rFonts w:ascii="Verdana" w:eastAsia="Calibri" w:hAnsi="Verdana" w:cs="Times New Roman"/>
        </w:rPr>
        <w:t>echnická zpráva</w:t>
      </w:r>
    </w:p>
    <w:p w:rsidR="0015060D" w:rsidRPr="00EB659E" w:rsidRDefault="0015060D" w:rsidP="00EB659E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3_2 Umístění kotev</w:t>
      </w:r>
      <w:bookmarkStart w:id="0" w:name="_GoBack"/>
      <w:bookmarkEnd w:id="0"/>
    </w:p>
    <w:sectPr w:rsidR="0015060D" w:rsidRPr="00EB65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695" w:rsidRDefault="00E71695" w:rsidP="00962258">
      <w:pPr>
        <w:spacing w:after="0" w:line="240" w:lineRule="auto"/>
      </w:pPr>
      <w:r>
        <w:separator/>
      </w:r>
    </w:p>
  </w:endnote>
  <w:endnote w:type="continuationSeparator" w:id="0">
    <w:p w:rsidR="00E71695" w:rsidRDefault="00E716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06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06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695" w:rsidRDefault="00E71695" w:rsidP="00962258">
      <w:pPr>
        <w:spacing w:after="0" w:line="240" w:lineRule="auto"/>
      </w:pPr>
      <w:r>
        <w:separator/>
      </w:r>
    </w:p>
  </w:footnote>
  <w:footnote w:type="continuationSeparator" w:id="0">
    <w:p w:rsidR="00E71695" w:rsidRDefault="00E716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5060D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D37CD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5F1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1695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5C8D9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75DCE25-1C5C-493C-9472-3612DD700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4</cp:revision>
  <cp:lastPrinted>2020-02-21T12:44:00Z</cp:lastPrinted>
  <dcterms:created xsi:type="dcterms:W3CDTF">2020-02-27T08:42:00Z</dcterms:created>
  <dcterms:modified xsi:type="dcterms:W3CDTF">2020-09-08T07:36:00Z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